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D4CE7" w:rsidRPr="0044321E" w:rsidRDefault="00ED4CE7" w:rsidP="0044321E">
      <w:pPr>
        <w:keepNext/>
        <w:spacing w:before="240" w:after="60" w:line="240" w:lineRule="auto"/>
        <w:jc w:val="right"/>
        <w:outlineLvl w:val="2"/>
        <w:rPr>
          <w:rFonts w:ascii="Times New Roman" w:hAnsi="Times New Roman" w:cs="Times New Roman"/>
          <w:i/>
          <w:iCs/>
          <w:sz w:val="24"/>
          <w:szCs w:val="24"/>
          <w:lang w:eastAsia="bg-BG"/>
        </w:rPr>
      </w:pPr>
      <w:r>
        <w:rPr>
          <w:rFonts w:ascii="Times New Roman" w:hAnsi="Times New Roman" w:cs="Times New Roman"/>
          <w:b/>
          <w:bCs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 w:cs="Times New Roman"/>
          <w:i/>
          <w:iCs/>
          <w:sz w:val="24"/>
          <w:szCs w:val="24"/>
          <w:lang w:eastAsia="bg-BG"/>
        </w:rPr>
        <w:t>Образец №7</w:t>
      </w:r>
      <w:bookmarkStart w:id="0" w:name="_GoBack"/>
      <w:bookmarkEnd w:id="0"/>
    </w:p>
    <w:p w:rsidR="00ED4CE7" w:rsidRPr="0044321E" w:rsidRDefault="00ED4CE7" w:rsidP="0044321E">
      <w:pPr>
        <w:keepNext/>
        <w:spacing w:before="240" w:after="60" w:line="240" w:lineRule="auto"/>
        <w:outlineLvl w:val="2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Забележка:  Декларацията се представя преди сключване на договор</w:t>
      </w:r>
    </w:p>
    <w:p w:rsidR="00ED4CE7" w:rsidRPr="0044321E" w:rsidRDefault="00ED4CE7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D4CE7" w:rsidRPr="0044321E" w:rsidRDefault="00ED4CE7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D4CE7" w:rsidRPr="0044321E" w:rsidRDefault="00ED4CE7" w:rsidP="0044321E">
      <w:pPr>
        <w:spacing w:before="240" w:after="60" w:line="240" w:lineRule="auto"/>
        <w:jc w:val="center"/>
        <w:outlineLvl w:val="4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 Е К Л А Р А Ц И Я</w:t>
      </w:r>
    </w:p>
    <w:p w:rsidR="00ED4CE7" w:rsidRPr="0044321E" w:rsidRDefault="00ED4CE7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D4CE7" w:rsidRPr="0044321E" w:rsidRDefault="00ED4CE7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Относно  липсата на  обстоятелства по чл.47 ал.5, т.1 и т. 2 от ЗОП</w:t>
      </w:r>
    </w:p>
    <w:p w:rsidR="00ED4CE7" w:rsidRPr="0044321E" w:rsidRDefault="00ED4CE7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ED4CE7" w:rsidRPr="0044321E" w:rsidRDefault="00ED4CE7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ED4CE7" w:rsidRPr="0044321E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u w:val="single"/>
          <w:lang w:eastAsia="bg-BG"/>
        </w:rPr>
        <w:t>Забележка: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за обстоятелствата по чл. 47 ал.. 5, т. 1 и т. 2 от ЗОП, когато участникът е юридическо лице, декларацията се подписва от всички лица, които представляват участника, в т.ч от прокуриста/ите и  от лицата, представляващи подизпълнителя, в т.ч от прокуриста/ите, съгласно данните от търговския регистър.</w:t>
      </w:r>
    </w:p>
    <w:p w:rsidR="00ED4CE7" w:rsidRPr="0044321E" w:rsidRDefault="00ED4CE7" w:rsidP="0044321E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  <w:lang w:eastAsia="bg-BG"/>
        </w:rPr>
      </w:pPr>
    </w:p>
    <w:p w:rsidR="00ED4CE7" w:rsidRPr="0044321E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>
        <w:rPr>
          <w:rFonts w:ascii="Times New Roman" w:hAnsi="Times New Roman" w:cs="Times New Roman"/>
          <w:sz w:val="24"/>
          <w:szCs w:val="24"/>
          <w:lang w:eastAsia="bg-BG"/>
        </w:rPr>
        <w:t>От: 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.......................................................................................................................................</w:t>
      </w:r>
    </w:p>
    <w:p w:rsidR="00ED4CE7" w:rsidRPr="00D7240C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eastAsia="bg-BG"/>
        </w:rPr>
      </w:pPr>
      <w:r w:rsidRPr="00D7240C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/име на представляващия кандидата/участника/подизпълнителя/</w:t>
      </w:r>
    </w:p>
    <w:p w:rsidR="00ED4CE7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D4CE7" w:rsidRPr="00EB4E97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ЕГН:.....</w:t>
      </w:r>
      <w:r>
        <w:rPr>
          <w:rFonts w:ascii="Times New Roman" w:hAnsi="Times New Roman" w:cs="Times New Roman"/>
          <w:sz w:val="24"/>
          <w:szCs w:val="24"/>
          <w:lang w:eastAsia="bg-BG"/>
        </w:rPr>
        <w:t>..............................с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bg-BG"/>
        </w:rPr>
        <w:t>л.к.№......................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издадена от................................</w:t>
      </w:r>
      <w:r>
        <w:rPr>
          <w:rFonts w:ascii="Times New Roman" w:hAnsi="Times New Roman" w:cs="Times New Roman"/>
          <w:sz w:val="24"/>
          <w:szCs w:val="24"/>
          <w:lang w:eastAsia="bg-BG"/>
        </w:rPr>
        <w:t>...................</w:t>
      </w:r>
    </w:p>
    <w:p w:rsidR="00ED4CE7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D4CE7" w:rsidRPr="00EB4E97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в качеството ми на:...............................................................................................................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>......</w:t>
      </w:r>
    </w:p>
    <w:p w:rsidR="00ED4CE7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D4CE7" w:rsidRPr="00EB4E97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на................................................................................................................................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eastAsia="bg-BG"/>
        </w:rPr>
        <w:t>...................</w:t>
      </w:r>
    </w:p>
    <w:p w:rsidR="00ED4CE7" w:rsidRPr="00EB4E97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i/>
          <w:iCs/>
          <w:sz w:val="20"/>
          <w:szCs w:val="20"/>
          <w:lang w:eastAsia="bg-BG"/>
        </w:rPr>
      </w:pPr>
      <w:r w:rsidRPr="00EB4E97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/фирма на кандидата/участника/подизпълнителя/</w:t>
      </w:r>
    </w:p>
    <w:p w:rsidR="00ED4CE7" w:rsidRDefault="00ED4CE7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D4CE7" w:rsidRPr="0044321E" w:rsidRDefault="00ED4CE7" w:rsidP="00D7240C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Седалище и адрес на управление:....</w:t>
      </w:r>
      <w:r>
        <w:rPr>
          <w:rFonts w:ascii="Times New Roman" w:hAnsi="Times New Roman" w:cs="Times New Roman"/>
          <w:sz w:val="24"/>
          <w:szCs w:val="24"/>
          <w:lang w:eastAsia="bg-BG"/>
        </w:rPr>
        <w:t>...................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......................................................................</w:t>
      </w:r>
    </w:p>
    <w:p w:rsidR="00ED4CE7" w:rsidRDefault="00ED4CE7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bg-BG"/>
        </w:rPr>
      </w:pPr>
    </w:p>
    <w:p w:rsidR="00ED4CE7" w:rsidRPr="00EB4E97" w:rsidRDefault="00ED4CE7" w:rsidP="0044321E">
      <w:pPr>
        <w:spacing w:after="0" w:line="240" w:lineRule="auto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……………………………………………………</w:t>
      </w:r>
      <w:r>
        <w:rPr>
          <w:rFonts w:ascii="Times New Roman" w:hAnsi="Times New Roman" w:cs="Times New Roman"/>
          <w:sz w:val="24"/>
          <w:szCs w:val="24"/>
          <w:lang w:eastAsia="bg-BG"/>
        </w:rPr>
        <w:t>……………………………………………...</w:t>
      </w:r>
    </w:p>
    <w:p w:rsidR="00ED4CE7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</w:p>
    <w:p w:rsidR="00ED4CE7" w:rsidRPr="00EB4E97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БУЛСТАТ/ ЕИК:......................................................................................................</w:t>
      </w:r>
      <w:r>
        <w:rPr>
          <w:rFonts w:ascii="Times New Roman" w:hAnsi="Times New Roman" w:cs="Times New Roman"/>
          <w:sz w:val="24"/>
          <w:szCs w:val="24"/>
          <w:lang w:eastAsia="bg-BG"/>
        </w:rPr>
        <w:t>..................</w:t>
      </w:r>
    </w:p>
    <w:p w:rsidR="00ED4CE7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</w:p>
    <w:p w:rsidR="00ED4CE7" w:rsidRPr="00D7240C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телефон за връзка: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………………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……………….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>факс: ………………………………...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>......</w:t>
      </w:r>
    </w:p>
    <w:p w:rsidR="00ED4CE7" w:rsidRPr="0044321E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D4CE7" w:rsidRPr="0044321E" w:rsidRDefault="00ED4CE7" w:rsidP="0044321E">
      <w:pPr>
        <w:numPr>
          <w:ilvl w:val="0"/>
          <w:numId w:val="1"/>
        </w:numPr>
        <w:spacing w:after="0" w:line="240" w:lineRule="auto"/>
        <w:ind w:hanging="720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Не съм свързано лице с възложителя или със служители на ръководна длъжност в неговата организация;</w:t>
      </w:r>
    </w:p>
    <w:p w:rsidR="00ED4CE7" w:rsidRPr="0044321E" w:rsidRDefault="00ED4CE7" w:rsidP="0044321E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2.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…………………………………………………..……….</w:t>
      </w:r>
      <w:r>
        <w:rPr>
          <w:rFonts w:ascii="Times New Roman" w:hAnsi="Times New Roman" w:cs="Times New Roman"/>
          <w:sz w:val="24"/>
          <w:szCs w:val="24"/>
          <w:lang w:eastAsia="bg-BG"/>
        </w:rPr>
        <w:t xml:space="preserve">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не е сключил договор с лице по </w:t>
      </w:r>
    </w:p>
    <w:p w:rsidR="00ED4CE7" w:rsidRPr="0044321E" w:rsidRDefault="00ED4CE7" w:rsidP="00D757D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D7240C">
        <w:rPr>
          <w:rFonts w:ascii="Times New Roman" w:hAnsi="Times New Roman" w:cs="Times New Roman"/>
          <w:i/>
          <w:iCs/>
          <w:sz w:val="20"/>
          <w:szCs w:val="20"/>
          <w:lang w:val="en-US" w:eastAsia="bg-BG"/>
        </w:rPr>
        <w:t>(</w:t>
      </w:r>
      <w:r w:rsidRPr="00D7240C">
        <w:rPr>
          <w:rFonts w:ascii="Times New Roman" w:hAnsi="Times New Roman" w:cs="Times New Roman"/>
          <w:i/>
          <w:iCs/>
          <w:sz w:val="20"/>
          <w:szCs w:val="20"/>
          <w:lang w:eastAsia="bg-BG"/>
        </w:rPr>
        <w:t>фирма на кандидата/участника/ подизпълнителя</w:t>
      </w:r>
      <w:r w:rsidRPr="00D757D8">
        <w:rPr>
          <w:rFonts w:ascii="Times New Roman" w:hAnsi="Times New Roman" w:cs="Times New Roman"/>
          <w:i/>
          <w:iCs/>
          <w:sz w:val="24"/>
          <w:szCs w:val="24"/>
          <w:lang w:val="en-US" w:eastAsia="bg-BG"/>
        </w:rPr>
        <w:t>)</w:t>
      </w:r>
      <w:r w:rsidRPr="00D757D8">
        <w:rPr>
          <w:rFonts w:ascii="Times New Roman" w:hAnsi="Times New Roman" w:cs="Times New Roman"/>
          <w:sz w:val="24"/>
          <w:szCs w:val="24"/>
          <w:lang w:eastAsia="bg-BG"/>
        </w:rPr>
        <w:t xml:space="preserve"> чл. 21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или 22 от Закона за предотвратяване и  установяване на конфликт на интереси</w:t>
      </w:r>
    </w:p>
    <w:p w:rsidR="00ED4CE7" w:rsidRPr="0044321E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D4CE7" w:rsidRPr="006B2B35" w:rsidRDefault="00ED4CE7" w:rsidP="006B2B35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Известна ми е наказателната отговорност по чл.313 от Наказателния кодекс на Република България за деклариране на неверни данни в настоящата декларация.</w:t>
      </w:r>
    </w:p>
    <w:p w:rsidR="00ED4CE7" w:rsidRPr="0044321E" w:rsidRDefault="00ED4CE7" w:rsidP="0044321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>Задължавам се при промяна на горепосочените обстоятелства в 7 /седем/ дневен срок от настъпването им, писмено да уведомя Възложителя.</w:t>
      </w:r>
    </w:p>
    <w:p w:rsidR="00ED4CE7" w:rsidRPr="0044321E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</w:p>
    <w:p w:rsidR="00ED4CE7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en-US" w:eastAsia="bg-BG"/>
        </w:rPr>
      </w:pPr>
    </w:p>
    <w:p w:rsidR="00ED4CE7" w:rsidRPr="0044321E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дата ……..…………....                            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  </w:t>
      </w:r>
      <w:r w:rsidRPr="0044321E">
        <w:rPr>
          <w:rFonts w:ascii="Times New Roman" w:hAnsi="Times New Roman" w:cs="Times New Roman"/>
          <w:b/>
          <w:bCs/>
          <w:sz w:val="24"/>
          <w:szCs w:val="24"/>
          <w:lang w:eastAsia="bg-BG"/>
        </w:rPr>
        <w:t>ДЕКЛАРАТОР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: </w:t>
      </w:r>
      <w:r>
        <w:rPr>
          <w:rFonts w:ascii="Times New Roman" w:hAnsi="Times New Roman" w:cs="Times New Roman"/>
          <w:sz w:val="24"/>
          <w:szCs w:val="24"/>
          <w:lang w:val="en-US" w:eastAsia="bg-BG"/>
        </w:rPr>
        <w:t xml:space="preserve">       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……………………………         </w:t>
      </w:r>
    </w:p>
    <w:p w:rsidR="00ED4CE7" w:rsidRPr="0044321E" w:rsidRDefault="00ED4CE7" w:rsidP="0044321E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bg-BG"/>
        </w:rPr>
      </w:pPr>
      <w:r w:rsidRPr="0044321E">
        <w:rPr>
          <w:rFonts w:ascii="Times New Roman" w:hAnsi="Times New Roman" w:cs="Times New Roman"/>
          <w:sz w:val="24"/>
          <w:szCs w:val="24"/>
          <w:lang w:eastAsia="bg-BG"/>
        </w:rPr>
        <w:t xml:space="preserve">                                                                                                                          /подпис и печат/</w:t>
      </w:r>
      <w:r w:rsidRPr="0044321E">
        <w:rPr>
          <w:rFonts w:ascii="Times New Roman" w:hAnsi="Times New Roman" w:cs="Times New Roman"/>
          <w:sz w:val="24"/>
          <w:szCs w:val="24"/>
          <w:lang w:eastAsia="bg-BG"/>
        </w:rPr>
        <w:tab/>
      </w:r>
    </w:p>
    <w:sectPr w:rsidR="00ED4CE7" w:rsidRPr="0044321E" w:rsidSect="0044321E"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3436558"/>
    <w:multiLevelType w:val="hybridMultilevel"/>
    <w:tmpl w:val="14126BB8"/>
    <w:lvl w:ilvl="0" w:tplc="EAC66D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0402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2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2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2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2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2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2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2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35FA7"/>
    <w:rsid w:val="0007188F"/>
    <w:rsid w:val="0044321E"/>
    <w:rsid w:val="004C2BC8"/>
    <w:rsid w:val="00517D47"/>
    <w:rsid w:val="006B2B35"/>
    <w:rsid w:val="006F7791"/>
    <w:rsid w:val="00945C09"/>
    <w:rsid w:val="00AC12CA"/>
    <w:rsid w:val="00C35FA7"/>
    <w:rsid w:val="00D7240C"/>
    <w:rsid w:val="00D757D8"/>
    <w:rsid w:val="00EA3082"/>
    <w:rsid w:val="00EB4E97"/>
    <w:rsid w:val="00ED4C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bg-BG" w:eastAsia="bg-BG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45C0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CharCharCharCharChar">
    <w:name w:val="Char Char Char Char Char Char"/>
    <w:basedOn w:val="Normal"/>
    <w:uiPriority w:val="99"/>
    <w:rsid w:val="0044321E"/>
    <w:pPr>
      <w:tabs>
        <w:tab w:val="left" w:pos="709"/>
      </w:tabs>
      <w:spacing w:after="0" w:line="240" w:lineRule="auto"/>
    </w:pPr>
    <w:rPr>
      <w:rFonts w:ascii="Tahoma" w:eastAsia="Times New Roman" w:hAnsi="Tahoma" w:cs="Tahoma"/>
      <w:sz w:val="24"/>
      <w:szCs w:val="24"/>
      <w:lang w:val="pl-PL" w:eastAsia="pl-P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10</TotalTime>
  <Pages>1</Pages>
  <Words>348</Words>
  <Characters>1987</Characters>
  <Application>Microsoft Office Outlook</Application>
  <DocSecurity>0</DocSecurity>
  <Lines>0</Lines>
  <Paragraphs>0</Paragraphs>
  <ScaleCrop>false</ScaleCrop>
  <Company>Reg Adm Gabrovo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Nikolay Dimitrov</dc:creator>
  <cp:keywords/>
  <dc:description/>
  <cp:lastModifiedBy>y.zdravkova</cp:lastModifiedBy>
  <cp:revision>9</cp:revision>
  <cp:lastPrinted>2014-08-13T11:16:00Z</cp:lastPrinted>
  <dcterms:created xsi:type="dcterms:W3CDTF">2014-08-13T11:11:00Z</dcterms:created>
  <dcterms:modified xsi:type="dcterms:W3CDTF">2014-09-05T07:43:00Z</dcterms:modified>
</cp:coreProperties>
</file>